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4B2AE4" w:rsidRPr="00F87FBB" w:rsidRDefault="004B2AE4" w:rsidP="00EC1366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Academy Name: </w:t>
      </w:r>
      <w:r w:rsidR="00EC1366">
        <w:rPr>
          <w:rFonts w:ascii="Arial" w:hAnsi="Arial" w:cs="Arial"/>
          <w:b/>
        </w:rPr>
        <w:t xml:space="preserve"> </w:t>
      </w:r>
      <w:r w:rsidR="00095867">
        <w:rPr>
          <w:rFonts w:ascii="Arial" w:hAnsi="Arial" w:cs="Arial"/>
          <w:b/>
        </w:rPr>
        <w:t>HEMS</w:t>
      </w:r>
      <w:r w:rsidR="00095867">
        <w:rPr>
          <w:rFonts w:ascii="Arial" w:hAnsi="Arial" w:cs="Arial"/>
          <w:b/>
        </w:rPr>
        <w:tab/>
      </w:r>
      <w:r w:rsidR="00095867">
        <w:rPr>
          <w:rFonts w:ascii="Arial" w:hAnsi="Arial" w:cs="Arial"/>
          <w:b/>
        </w:rPr>
        <w:tab/>
      </w:r>
      <w:r w:rsidR="00095867">
        <w:rPr>
          <w:rFonts w:ascii="Arial" w:hAnsi="Arial" w:cs="Arial"/>
          <w:b/>
        </w:rPr>
        <w:tab/>
      </w:r>
      <w:r w:rsidR="00095867">
        <w:rPr>
          <w:rFonts w:ascii="Arial" w:hAnsi="Arial" w:cs="Arial"/>
          <w:b/>
        </w:rPr>
        <w:tab/>
      </w:r>
      <w:r w:rsidR="00095867">
        <w:rPr>
          <w:rFonts w:ascii="Arial" w:hAnsi="Arial" w:cs="Arial"/>
          <w:b/>
        </w:rPr>
        <w:tab/>
      </w:r>
      <w:r w:rsidR="00095867">
        <w:rPr>
          <w:rFonts w:ascii="Arial" w:hAnsi="Arial" w:cs="Arial"/>
          <w:b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 xml:space="preserve">School: </w:t>
      </w:r>
      <w:r w:rsidR="00EC1366">
        <w:rPr>
          <w:rFonts w:ascii="Arial" w:hAnsi="Arial" w:cs="Arial"/>
          <w:b/>
        </w:rPr>
        <w:t xml:space="preserve"> Atlantic HS</w:t>
      </w: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4B2AE4" w:rsidRPr="00F87FBB" w:rsidTr="00D1331D">
        <w:trPr>
          <w:trHeight w:val="279"/>
        </w:trPr>
        <w:tc>
          <w:tcPr>
            <w:tcW w:w="13176" w:type="dxa"/>
            <w:vAlign w:val="center"/>
          </w:tcPr>
          <w:p w:rsidR="004B2AE4" w:rsidRPr="00D1331D" w:rsidRDefault="004B2AE4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 xml:space="preserve">Integrated </w:t>
            </w:r>
            <w:r w:rsidR="00F87FBB" w:rsidRPr="00D1331D">
              <w:rPr>
                <w:rFonts w:ascii="Arial" w:hAnsi="Arial" w:cs="Arial"/>
              </w:rPr>
              <w:t>Unit</w:t>
            </w:r>
            <w:r w:rsidRPr="00D1331D">
              <w:rPr>
                <w:rFonts w:ascii="Arial" w:hAnsi="Arial" w:cs="Arial"/>
              </w:rPr>
              <w:t xml:space="preserve"> Plan Title:</w:t>
            </w:r>
            <w:r w:rsidR="00F64C3A">
              <w:rPr>
                <w:rFonts w:ascii="Arial" w:hAnsi="Arial" w:cs="Arial"/>
              </w:rPr>
              <w:t xml:space="preserve"> Scientific investigative processes</w:t>
            </w:r>
          </w:p>
        </w:tc>
      </w:tr>
      <w:tr w:rsidR="004B2AE4" w:rsidRPr="00F87FBB" w:rsidTr="00D1331D">
        <w:trPr>
          <w:trHeight w:val="277"/>
        </w:trPr>
        <w:tc>
          <w:tcPr>
            <w:tcW w:w="13176" w:type="dxa"/>
            <w:vAlign w:val="center"/>
          </w:tcPr>
          <w:p w:rsidR="004B2AE4" w:rsidRPr="00D1331D" w:rsidRDefault="004B2AE4" w:rsidP="002A7F08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Courses</w:t>
            </w:r>
            <w:r w:rsidR="00F87FBB" w:rsidRPr="00D1331D">
              <w:rPr>
                <w:rFonts w:ascii="Arial" w:hAnsi="Arial" w:cs="Arial"/>
              </w:rPr>
              <w:t xml:space="preserve"> to integrate</w:t>
            </w:r>
            <w:r w:rsidRPr="00D1331D">
              <w:rPr>
                <w:rFonts w:ascii="Arial" w:hAnsi="Arial" w:cs="Arial"/>
              </w:rPr>
              <w:t>:</w:t>
            </w:r>
            <w:r w:rsidR="00BA10EC">
              <w:rPr>
                <w:rFonts w:ascii="Arial" w:hAnsi="Arial" w:cs="Arial"/>
              </w:rPr>
              <w:t xml:space="preserve">  </w:t>
            </w:r>
            <w:r w:rsidR="002A7F08">
              <w:rPr>
                <w:rFonts w:ascii="Arial" w:hAnsi="Arial" w:cs="Arial"/>
              </w:rPr>
              <w:t xml:space="preserve">Intro </w:t>
            </w:r>
            <w:proofErr w:type="spellStart"/>
            <w:r w:rsidR="002A7F08">
              <w:rPr>
                <w:rFonts w:ascii="Arial" w:hAnsi="Arial" w:cs="Arial"/>
              </w:rPr>
              <w:t>Hort</w:t>
            </w:r>
            <w:proofErr w:type="spellEnd"/>
            <w:r w:rsidR="002A7F08">
              <w:rPr>
                <w:rFonts w:ascii="Arial" w:hAnsi="Arial" w:cs="Arial"/>
              </w:rPr>
              <w:t xml:space="preserve"> 2</w:t>
            </w:r>
            <w:r w:rsidR="00714C0F">
              <w:rPr>
                <w:rFonts w:ascii="Arial" w:hAnsi="Arial" w:cs="Arial"/>
              </w:rPr>
              <w:t xml:space="preserve"> and Environmental Science </w:t>
            </w:r>
          </w:p>
        </w:tc>
      </w:tr>
      <w:tr w:rsidR="004B2AE4" w:rsidRPr="00F87FBB" w:rsidTr="00D1331D">
        <w:trPr>
          <w:trHeight w:val="277"/>
        </w:trPr>
        <w:tc>
          <w:tcPr>
            <w:tcW w:w="13176" w:type="dxa"/>
            <w:vAlign w:val="center"/>
          </w:tcPr>
          <w:p w:rsidR="004B2AE4" w:rsidRPr="00D1331D" w:rsidRDefault="004B2AE4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Grade Level:</w:t>
            </w:r>
            <w:r w:rsidR="004737FB">
              <w:rPr>
                <w:rFonts w:ascii="Arial" w:hAnsi="Arial" w:cs="Arial"/>
              </w:rPr>
              <w:t xml:space="preserve"> 1</w:t>
            </w:r>
            <w:r w:rsidR="00F64C3A">
              <w:rPr>
                <w:rFonts w:ascii="Arial" w:hAnsi="Arial" w:cs="Arial"/>
              </w:rPr>
              <w:t>0</w:t>
            </w:r>
          </w:p>
        </w:tc>
      </w:tr>
      <w:tr w:rsidR="004B2AE4" w:rsidRPr="00F87FBB" w:rsidTr="00D1331D">
        <w:trPr>
          <w:trHeight w:val="277"/>
        </w:trPr>
        <w:tc>
          <w:tcPr>
            <w:tcW w:w="13176" w:type="dxa"/>
            <w:vAlign w:val="center"/>
          </w:tcPr>
          <w:p w:rsidR="004B2AE4" w:rsidRPr="00D1331D" w:rsidRDefault="004B2AE4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Timeline &amp; Duration:</w:t>
            </w:r>
            <w:r w:rsidR="00F64C3A">
              <w:rPr>
                <w:rFonts w:ascii="Arial" w:hAnsi="Arial" w:cs="Arial"/>
              </w:rPr>
              <w:t xml:space="preserve"> </w:t>
            </w:r>
            <w:r w:rsidR="00F300D8">
              <w:rPr>
                <w:rFonts w:ascii="Arial" w:hAnsi="Arial" w:cs="Arial"/>
              </w:rPr>
              <w:t>2 hours or 2 class pe</w:t>
            </w:r>
            <w:r w:rsidR="005B3584">
              <w:rPr>
                <w:rFonts w:ascii="Arial" w:hAnsi="Arial" w:cs="Arial"/>
              </w:rPr>
              <w:t>riod</w:t>
            </w:r>
            <w:r w:rsidR="00F300D8">
              <w:rPr>
                <w:rFonts w:ascii="Arial" w:hAnsi="Arial" w:cs="Arial"/>
              </w:rPr>
              <w:t>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4B2AE4" w:rsidRPr="00F87FBB" w:rsidTr="00D1331D">
        <w:tc>
          <w:tcPr>
            <w:tcW w:w="13176" w:type="dxa"/>
            <w:vAlign w:val="center"/>
          </w:tcPr>
          <w:p w:rsidR="00F87FBB" w:rsidRPr="00D1331D" w:rsidRDefault="00F87FBB" w:rsidP="00DB6FDA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Unit</w:t>
            </w:r>
            <w:r w:rsidR="004B2AE4" w:rsidRPr="00D1331D">
              <w:rPr>
                <w:rFonts w:ascii="Arial" w:hAnsi="Arial" w:cs="Arial"/>
              </w:rPr>
              <w:t xml:space="preserve"> Summary</w:t>
            </w:r>
            <w:r w:rsidR="00115D3E">
              <w:rPr>
                <w:rFonts w:ascii="Arial" w:hAnsi="Arial" w:cs="Arial"/>
              </w:rPr>
              <w:t>:</w:t>
            </w:r>
            <w:r w:rsidR="00F300D8">
              <w:rPr>
                <w:rFonts w:ascii="Arial" w:hAnsi="Arial" w:cs="Arial"/>
              </w:rPr>
              <w:t xml:space="preserve">  </w:t>
            </w:r>
            <w:proofErr w:type="gramStart"/>
            <w:r w:rsidR="00F300D8">
              <w:rPr>
                <w:rFonts w:ascii="Arial" w:hAnsi="Arial" w:cs="Arial"/>
              </w:rPr>
              <w:t>environmental/</w:t>
            </w:r>
            <w:proofErr w:type="spellStart"/>
            <w:r w:rsidR="00F300D8">
              <w:rPr>
                <w:rFonts w:ascii="Arial" w:hAnsi="Arial" w:cs="Arial"/>
              </w:rPr>
              <w:t>hort</w:t>
            </w:r>
            <w:proofErr w:type="spellEnd"/>
            <w:r w:rsidR="00F300D8">
              <w:rPr>
                <w:rFonts w:ascii="Arial" w:hAnsi="Arial" w:cs="Arial"/>
              </w:rPr>
              <w:t xml:space="preserve"> 2 integration of scientific inv</w:t>
            </w:r>
            <w:r w:rsidR="00115D3E">
              <w:rPr>
                <w:rFonts w:ascii="Arial" w:hAnsi="Arial" w:cs="Arial"/>
              </w:rPr>
              <w:t>estigation and temp</w:t>
            </w:r>
            <w:proofErr w:type="gramEnd"/>
            <w:r w:rsidR="00115D3E">
              <w:rPr>
                <w:rFonts w:ascii="Arial" w:hAnsi="Arial" w:cs="Arial"/>
              </w:rPr>
              <w:t>. and light e</w:t>
            </w:r>
            <w:r w:rsidR="00F300D8">
              <w:rPr>
                <w:rFonts w:ascii="Arial" w:hAnsi="Arial" w:cs="Arial"/>
              </w:rPr>
              <w:t>ffects on plant respiration</w:t>
            </w: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 w:rsidTr="00D1331D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Pr="00D1331D" w:rsidRDefault="00F87FBB" w:rsidP="00D1331D">
            <w:pPr>
              <w:jc w:val="center"/>
              <w:rPr>
                <w:rFonts w:ascii="Arial" w:hAnsi="Arial" w:cs="Arial"/>
                <w:b/>
              </w:rPr>
            </w:pPr>
            <w:r w:rsidRPr="00D1331D">
              <w:rPr>
                <w:rFonts w:ascii="Arial" w:hAnsi="Arial" w:cs="Arial"/>
                <w:b/>
              </w:rPr>
              <w:t>Overview of Activities/Lessons per Course</w:t>
            </w:r>
          </w:p>
          <w:p w:rsidR="00F87FBB" w:rsidRPr="00D1331D" w:rsidRDefault="00F87FBB" w:rsidP="00D1331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 w:rsidTr="00D1331D">
        <w:tc>
          <w:tcPr>
            <w:tcW w:w="2635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Course</w:t>
            </w:r>
          </w:p>
          <w:p w:rsidR="00F87FBB" w:rsidRPr="00D1331D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D1331D" w:rsidRDefault="008F291E" w:rsidP="00C5633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Hort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2635" w:type="dxa"/>
            <w:vAlign w:val="center"/>
          </w:tcPr>
          <w:p w:rsidR="00C56339" w:rsidRPr="00D1331D" w:rsidRDefault="008F291E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Environmental Science</w:t>
            </w:r>
          </w:p>
        </w:tc>
        <w:tc>
          <w:tcPr>
            <w:tcW w:w="2636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 w:rsidTr="00D1331D">
        <w:trPr>
          <w:trHeight w:val="878"/>
        </w:trPr>
        <w:tc>
          <w:tcPr>
            <w:tcW w:w="2635" w:type="dxa"/>
          </w:tcPr>
          <w:p w:rsidR="00C56339" w:rsidRPr="00D1331D" w:rsidRDefault="00F87FBB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D1331D" w:rsidRDefault="008F291E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Identify </w:t>
            </w:r>
            <w:r w:rsidR="008949E6">
              <w:rPr>
                <w:rFonts w:ascii="Arial" w:hAnsi="Arial" w:cs="Arial"/>
              </w:rPr>
              <w:t>flaws in experiments that deal with plants in different amounts of light and temperature.</w:t>
            </w:r>
            <w:r w:rsidR="00DF14E6">
              <w:rPr>
                <w:rFonts w:ascii="Arial" w:hAnsi="Arial" w:cs="Arial"/>
              </w:rPr>
              <w:t xml:space="preserve">  Relate how the differences affect plant respiration</w:t>
            </w:r>
          </w:p>
        </w:tc>
        <w:tc>
          <w:tcPr>
            <w:tcW w:w="2635" w:type="dxa"/>
            <w:vAlign w:val="center"/>
          </w:tcPr>
          <w:p w:rsidR="00C56339" w:rsidRPr="00D1331D" w:rsidRDefault="00FD56C1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and explore scientific investigation</w:t>
            </w:r>
          </w:p>
        </w:tc>
        <w:tc>
          <w:tcPr>
            <w:tcW w:w="2636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 w:rsidTr="00DB6FDA">
        <w:trPr>
          <w:trHeight w:val="1952"/>
        </w:trPr>
        <w:tc>
          <w:tcPr>
            <w:tcW w:w="2635" w:type="dxa"/>
          </w:tcPr>
          <w:p w:rsidR="00C56339" w:rsidRPr="00D1331D" w:rsidRDefault="00F87FBB" w:rsidP="00C56339">
            <w:pPr>
              <w:rPr>
                <w:rFonts w:ascii="Arial" w:hAnsi="Arial" w:cs="Arial"/>
              </w:rPr>
            </w:pPr>
            <w:r w:rsidRPr="00D1331D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Pr="00D1331D" w:rsidRDefault="00DF14E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Collaborate with partners and critique classmates observations and conclusions</w:t>
            </w:r>
          </w:p>
        </w:tc>
        <w:tc>
          <w:tcPr>
            <w:tcW w:w="2635" w:type="dxa"/>
            <w:vAlign w:val="center"/>
          </w:tcPr>
          <w:p w:rsidR="00C56339" w:rsidRPr="00D1331D" w:rsidRDefault="00216C1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set up experiments using proper controls, variables and create a working hypothesis.</w:t>
            </w:r>
          </w:p>
        </w:tc>
        <w:tc>
          <w:tcPr>
            <w:tcW w:w="2636" w:type="dxa"/>
            <w:vAlign w:val="center"/>
          </w:tcPr>
          <w:p w:rsidR="00C56339" w:rsidRPr="00D1331D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D86357" w:rsidRDefault="00D863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D86357" w:rsidRDefault="00D863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</w:t>
      </w:r>
      <w:r w:rsidR="00020145">
        <w:rPr>
          <w:rFonts w:ascii="Arial" w:hAnsi="Arial" w:cs="Arial"/>
          <w:b/>
          <w:color w:val="000000"/>
          <w:sz w:val="28"/>
        </w:rPr>
        <w:t xml:space="preserve">on Instructions </w:t>
      </w:r>
      <w:proofErr w:type="gramStart"/>
      <w:r w:rsidR="00020145">
        <w:rPr>
          <w:rFonts w:ascii="Arial" w:hAnsi="Arial" w:cs="Arial"/>
          <w:b/>
          <w:color w:val="000000"/>
          <w:sz w:val="28"/>
        </w:rPr>
        <w:t xml:space="preserve">for  </w:t>
      </w:r>
      <w:proofErr w:type="spellStart"/>
      <w:r w:rsidR="00216C18">
        <w:rPr>
          <w:rFonts w:ascii="Arial" w:hAnsi="Arial" w:cs="Arial"/>
          <w:b/>
          <w:color w:val="000000"/>
          <w:sz w:val="28"/>
        </w:rPr>
        <w:t>Hort</w:t>
      </w:r>
      <w:proofErr w:type="spellEnd"/>
      <w:proofErr w:type="gramEnd"/>
      <w:r w:rsidR="00216C18">
        <w:rPr>
          <w:rFonts w:ascii="Arial" w:hAnsi="Arial" w:cs="Arial"/>
          <w:b/>
          <w:color w:val="000000"/>
          <w:sz w:val="28"/>
        </w:rPr>
        <w:t xml:space="preserve">  2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CD284A" w:rsidRDefault="00BE1204" w:rsidP="00CD284A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</w:t>
            </w:r>
            <w:proofErr w:type="gramStart"/>
            <w:r w:rsidR="00203F33">
              <w:rPr>
                <w:rFonts w:ascii="Arial" w:hAnsi="Arial" w:cs="Arial"/>
                <w:b/>
                <w:color w:val="000000"/>
              </w:rPr>
              <w:t xml:space="preserve">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</w:t>
            </w:r>
            <w:proofErr w:type="gramEnd"/>
            <w:r>
              <w:rPr>
                <w:rFonts w:ascii="Arial" w:hAnsi="Arial" w:cs="Arial"/>
                <w:b/>
                <w:color w:val="000000"/>
              </w:rPr>
              <w:t xml:space="preserve"> Sunshine State Standards ):</w:t>
            </w:r>
            <w:r w:rsidR="00CD284A">
              <w:t xml:space="preserve"> Explain the process of respiration and the flow of energy in plants.</w:t>
            </w:r>
          </w:p>
          <w:p w:rsidR="00CD284A" w:rsidRPr="008B5FDE" w:rsidRDefault="00CD284A" w:rsidP="00CD284A">
            <w:pPr>
              <w:tabs>
                <w:tab w:val="left" w:pos="1728"/>
              </w:tabs>
              <w:suppressAutoHyphens/>
              <w:ind w:left="1440" w:hanging="720"/>
              <w:rPr>
                <w:i/>
              </w:rPr>
            </w:pPr>
            <w:r w:rsidRPr="008B5FDE">
              <w:rPr>
                <w:i/>
              </w:rPr>
              <w:t xml:space="preserve">LA.A.1.4.1, 2, 3, 4; LA.A.2.4.4; LA.B.1.4.1, 2, 3; LA.B.2.4.1, 2, 3; LA.C.1.4.1; LA.C.2.4.1; SC.B.1.4.1, 2; SC.D.1.4.1; SC.F.1.4.1, 2, 3, 7, 8; SC.G 1.4.2 SC.G.2.4.2 SC.G 2.4.5 </w:t>
            </w:r>
          </w:p>
          <w:p w:rsidR="00CD284A" w:rsidRDefault="00CD284A" w:rsidP="00CD284A">
            <w:pPr>
              <w:jc w:val="center"/>
            </w:pPr>
          </w:p>
          <w:p w:rsidR="00CD284A" w:rsidRPr="00E2291D" w:rsidRDefault="00CD284A" w:rsidP="00CD284A">
            <w:pPr>
              <w:jc w:val="center"/>
            </w:pPr>
            <w:r>
              <w:t>Describe the influence of light and temperature on plant growth.</w:t>
            </w:r>
          </w:p>
          <w:p w:rsidR="00CD284A" w:rsidRPr="008B5FDE" w:rsidRDefault="00CD284A" w:rsidP="00CD284A">
            <w:pPr>
              <w:tabs>
                <w:tab w:val="left" w:pos="1728"/>
              </w:tabs>
              <w:suppressAutoHyphens/>
              <w:ind w:left="1440" w:hanging="720"/>
              <w:rPr>
                <w:i/>
              </w:rPr>
            </w:pPr>
            <w:r w:rsidRPr="00B90BD4">
              <w:t>.</w:t>
            </w:r>
            <w:r>
              <w:t xml:space="preserve"> </w:t>
            </w:r>
            <w:r w:rsidRPr="008B5FDE">
              <w:rPr>
                <w:i/>
              </w:rPr>
              <w:t>LA.A.1.4.1, 2, 3, 4; LA.A.2.4.4; LA.B.1.4.1, 2, 3; LA.B.2.4.1, 2, 3; LA.C.1.4.1; LA.C.2.4.1; SC.B.1.4.1, 2; SC.D.1.4.1; SC.F.1.4.1, 2, 3, 7, 8; SC.G 1.4.2 SC.G.2.4.2 SC.G 2.4.5, SC.F 1.4.7</w:t>
            </w:r>
          </w:p>
          <w:p w:rsidR="00203F33" w:rsidRPr="008B5FDE" w:rsidRDefault="00203F33" w:rsidP="00BD696A">
            <w:pPr>
              <w:rPr>
                <w:rFonts w:ascii="Arial" w:hAnsi="Arial" w:cs="Arial"/>
                <w:b/>
                <w:i/>
                <w:color w:val="000000"/>
              </w:rPr>
            </w:pP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115D3E">
              <w:rPr>
                <w:rFonts w:ascii="Arial" w:hAnsi="Arial" w:cs="Arial"/>
                <w:b/>
                <w:color w:val="000000"/>
              </w:rPr>
              <w:t xml:space="preserve"> 3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020145">
              <w:rPr>
                <w:rFonts w:ascii="Arial" w:hAnsi="Arial" w:cs="Arial"/>
                <w:color w:val="000000"/>
              </w:rPr>
              <w:t xml:space="preserve">(1) </w:t>
            </w:r>
            <w:r w:rsidR="00D86357">
              <w:rPr>
                <w:rFonts w:ascii="Arial" w:hAnsi="Arial" w:cs="Arial"/>
                <w:color w:val="000000"/>
              </w:rPr>
              <w:t xml:space="preserve">Set up 3 experiments, one with two independent </w:t>
            </w:r>
            <w:proofErr w:type="gramStart"/>
            <w:r w:rsidR="00D86357">
              <w:rPr>
                <w:rFonts w:ascii="Arial" w:hAnsi="Arial" w:cs="Arial"/>
                <w:color w:val="000000"/>
              </w:rPr>
              <w:t>varia</w:t>
            </w:r>
            <w:r w:rsidR="00CF2E09">
              <w:rPr>
                <w:rFonts w:ascii="Arial" w:hAnsi="Arial" w:cs="Arial"/>
                <w:color w:val="000000"/>
              </w:rPr>
              <w:t>bles</w:t>
            </w:r>
            <w:r w:rsidR="00431511">
              <w:rPr>
                <w:rFonts w:ascii="Arial" w:hAnsi="Arial" w:cs="Arial"/>
                <w:color w:val="000000"/>
              </w:rPr>
              <w:t>(</w:t>
            </w:r>
            <w:proofErr w:type="gramEnd"/>
            <w:r w:rsidR="00431511">
              <w:rPr>
                <w:rFonts w:ascii="Arial" w:hAnsi="Arial" w:cs="Arial"/>
                <w:color w:val="000000"/>
              </w:rPr>
              <w:t>water and light)</w:t>
            </w:r>
            <w:r w:rsidR="00CF2E09">
              <w:rPr>
                <w:rFonts w:ascii="Arial" w:hAnsi="Arial" w:cs="Arial"/>
                <w:color w:val="000000"/>
              </w:rPr>
              <w:t>, one with faulty controls of light,</w:t>
            </w:r>
            <w:r w:rsidR="00431511">
              <w:rPr>
                <w:rFonts w:ascii="Arial" w:hAnsi="Arial" w:cs="Arial"/>
                <w:color w:val="000000"/>
              </w:rPr>
              <w:t xml:space="preserve"> and</w:t>
            </w:r>
            <w:r w:rsidR="00CF2E09">
              <w:rPr>
                <w:rFonts w:ascii="Arial" w:hAnsi="Arial" w:cs="Arial"/>
                <w:color w:val="000000"/>
              </w:rPr>
              <w:t xml:space="preserve"> </w:t>
            </w:r>
            <w:r w:rsidR="00431511">
              <w:rPr>
                <w:rFonts w:ascii="Arial" w:hAnsi="Arial" w:cs="Arial"/>
                <w:color w:val="000000"/>
              </w:rPr>
              <w:t xml:space="preserve">one with faulty controls in temperature.  Explain the </w:t>
            </w:r>
            <w:r w:rsidR="00AB040B">
              <w:rPr>
                <w:rFonts w:ascii="Arial" w:hAnsi="Arial" w:cs="Arial"/>
                <w:color w:val="000000"/>
              </w:rPr>
              <w:t>various components</w:t>
            </w:r>
            <w:r w:rsidR="00A86437">
              <w:rPr>
                <w:rFonts w:ascii="Arial" w:hAnsi="Arial" w:cs="Arial"/>
                <w:color w:val="000000"/>
              </w:rPr>
              <w:t xml:space="preserve"> of each experiment one at a time to groups of students.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8C" w:rsidRPr="00860D03" w:rsidRDefault="00F87FBB" w:rsidP="00BB0B8C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514F6C">
              <w:rPr>
                <w:rFonts w:ascii="Arial" w:hAnsi="Arial" w:cs="Arial"/>
                <w:b/>
                <w:color w:val="000000"/>
              </w:rPr>
              <w:t xml:space="preserve"> (1) </w:t>
            </w:r>
            <w:r w:rsidR="004F19B0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4F19B0" w:rsidRPr="00860D03">
              <w:rPr>
                <w:rFonts w:ascii="Arial" w:hAnsi="Arial" w:cs="Arial"/>
                <w:color w:val="000000"/>
              </w:rPr>
              <w:t>Work as partners and m</w:t>
            </w:r>
            <w:r w:rsidR="00431511" w:rsidRPr="00860D03">
              <w:rPr>
                <w:rFonts w:ascii="Arial" w:hAnsi="Arial" w:cs="Arial"/>
                <w:color w:val="000000"/>
              </w:rPr>
              <w:t>ake observations about the vari</w:t>
            </w:r>
            <w:r w:rsidR="00A86437" w:rsidRPr="00860D03">
              <w:rPr>
                <w:rFonts w:ascii="Arial" w:hAnsi="Arial" w:cs="Arial"/>
                <w:color w:val="000000"/>
              </w:rPr>
              <w:t>ous components of each experiment.  Then as a team discuss and identify the possible mistakes made while conducting the experiment</w:t>
            </w:r>
            <w:r w:rsidR="006069A0">
              <w:rPr>
                <w:rFonts w:ascii="Arial" w:hAnsi="Arial" w:cs="Arial"/>
                <w:color w:val="000000"/>
              </w:rPr>
              <w:t>. Record the results of your observations on paper provided, and turn in to instructor.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15D3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86437" w:rsidRPr="00115D3E">
              <w:rPr>
                <w:rFonts w:ascii="Arial" w:hAnsi="Arial" w:cs="Arial"/>
                <w:b/>
                <w:color w:val="002060"/>
              </w:rPr>
              <w:t>group work and adjusted time constraints if needed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4F19B0">
              <w:rPr>
                <w:rFonts w:ascii="Arial" w:hAnsi="Arial" w:cs="Arial"/>
                <w:color w:val="000000"/>
              </w:rPr>
              <w:t>Take up and evaluate written observations of teams.  Next class</w:t>
            </w:r>
            <w:r w:rsidR="00115D3E">
              <w:rPr>
                <w:rFonts w:ascii="Arial" w:hAnsi="Arial" w:cs="Arial"/>
                <w:color w:val="000000"/>
              </w:rPr>
              <w:t>,</w:t>
            </w:r>
            <w:r w:rsidR="00860D03">
              <w:rPr>
                <w:rFonts w:ascii="Arial" w:hAnsi="Arial" w:cs="Arial"/>
                <w:color w:val="000000"/>
              </w:rPr>
              <w:t xml:space="preserve"> teacher will</w:t>
            </w:r>
            <w:r w:rsidR="004F19B0">
              <w:rPr>
                <w:rFonts w:ascii="Arial" w:hAnsi="Arial" w:cs="Arial"/>
                <w:color w:val="000000"/>
              </w:rPr>
              <w:t xml:space="preserve"> return observations to different teams and have them collaborate and critique their classmates work.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860D03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860D03" w:rsidRPr="00860D03">
              <w:rPr>
                <w:rFonts w:ascii="Arial" w:hAnsi="Arial" w:cs="Arial"/>
                <w:color w:val="000000"/>
              </w:rPr>
              <w:t>Two class periods app. 2</w:t>
            </w:r>
            <w:r w:rsidR="00115D3E">
              <w:rPr>
                <w:rFonts w:ascii="Arial" w:hAnsi="Arial" w:cs="Arial"/>
                <w:color w:val="000000"/>
              </w:rPr>
              <w:t xml:space="preserve"> </w:t>
            </w:r>
            <w:r w:rsidR="00860D03" w:rsidRPr="00860D03">
              <w:rPr>
                <w:rFonts w:ascii="Arial" w:hAnsi="Arial" w:cs="Arial"/>
                <w:color w:val="000000"/>
              </w:rPr>
              <w:t>hour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4F19B0" w:rsidRPr="00860D03">
              <w:rPr>
                <w:rFonts w:ascii="Arial" w:hAnsi="Arial" w:cs="Arial"/>
                <w:color w:val="000000"/>
              </w:rPr>
              <w:t>clipboards, paper, pencil, potted plants, nursery benches, fan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Pr="00BD696A" w:rsidRDefault="00514F6C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LCD projector, PC, </w:t>
            </w:r>
            <w:r w:rsidR="00BB0B8C">
              <w:rPr>
                <w:rFonts w:ascii="Arial" w:hAnsi="Arial" w:cs="Arial"/>
                <w:b/>
                <w:color w:val="000000"/>
              </w:rPr>
              <w:t>etc.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lastRenderedPageBreak/>
              <w:t>Attachments:</w:t>
            </w:r>
          </w:p>
          <w:p w:rsidR="00812A5E" w:rsidRPr="007D7CB4" w:rsidRDefault="00812A5E" w:rsidP="00812A5E">
            <w:pPr>
              <w:jc w:val="right"/>
            </w:pPr>
            <w:r w:rsidRPr="007D7CB4">
              <w:t>Name__________________________</w:t>
            </w:r>
          </w:p>
          <w:p w:rsidR="00812A5E" w:rsidRPr="007D7CB4" w:rsidRDefault="00812A5E" w:rsidP="00812A5E">
            <w:pPr>
              <w:jc w:val="right"/>
            </w:pPr>
            <w:r w:rsidRPr="007D7CB4">
              <w:t>__________________________</w:t>
            </w:r>
          </w:p>
          <w:p w:rsidR="00812A5E" w:rsidRPr="007D7CB4" w:rsidRDefault="00812A5E" w:rsidP="00812A5E">
            <w:pPr>
              <w:jc w:val="right"/>
            </w:pPr>
            <w:r w:rsidRPr="007D7CB4">
              <w:t>Date__________________________</w:t>
            </w:r>
          </w:p>
          <w:p w:rsidR="00812A5E" w:rsidRPr="007D7CB4" w:rsidRDefault="00812A5E" w:rsidP="00812A5E">
            <w:pPr>
              <w:jc w:val="right"/>
            </w:pPr>
            <w:r w:rsidRPr="007D7CB4">
              <w:t>Period_________________________</w:t>
            </w:r>
          </w:p>
          <w:p w:rsidR="00812A5E" w:rsidRPr="007D7CB4" w:rsidRDefault="00812A5E" w:rsidP="00812A5E">
            <w:pPr>
              <w:jc w:val="right"/>
            </w:pPr>
          </w:p>
          <w:p w:rsidR="00812A5E" w:rsidRPr="007D7CB4" w:rsidRDefault="00812A5E" w:rsidP="00812A5E">
            <w:pPr>
              <w:jc w:val="right"/>
            </w:pPr>
          </w:p>
          <w:p w:rsidR="00812A5E" w:rsidRPr="007D7CB4" w:rsidRDefault="00812A5E" w:rsidP="00812A5E">
            <w:pPr>
              <w:jc w:val="right"/>
            </w:pPr>
          </w:p>
          <w:p w:rsidR="00812A5E" w:rsidRPr="007D7CB4" w:rsidRDefault="00812A5E" w:rsidP="00812A5E">
            <w:pPr>
              <w:jc w:val="center"/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>Evaluation of Model Experiments</w:t>
            </w:r>
          </w:p>
          <w:p w:rsidR="00812A5E" w:rsidRPr="007D7CB4" w:rsidRDefault="00812A5E" w:rsidP="00812A5E">
            <w:pPr>
              <w:jc w:val="center"/>
              <w:rPr>
                <w:sz w:val="28"/>
                <w:szCs w:val="28"/>
              </w:rPr>
            </w:pPr>
          </w:p>
          <w:p w:rsidR="00812A5E" w:rsidRPr="007D7CB4" w:rsidRDefault="00812A5E" w:rsidP="00812A5E">
            <w:pPr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>Student Instructions:</w:t>
            </w:r>
          </w:p>
          <w:p w:rsidR="00812A5E" w:rsidRPr="007D7CB4" w:rsidRDefault="00812A5E" w:rsidP="00812A5E">
            <w:pPr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 xml:space="preserve">Observe experiments 1-3. </w:t>
            </w:r>
          </w:p>
          <w:p w:rsidR="00812A5E" w:rsidRPr="007D7CB4" w:rsidRDefault="00812A5E" w:rsidP="00812A5E">
            <w:pPr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 xml:space="preserve">Identify the </w:t>
            </w:r>
            <w:proofErr w:type="gramStart"/>
            <w:r w:rsidRPr="007D7CB4">
              <w:rPr>
                <w:sz w:val="28"/>
                <w:szCs w:val="28"/>
              </w:rPr>
              <w:t>independent  variable</w:t>
            </w:r>
            <w:proofErr w:type="gramEnd"/>
            <w:r w:rsidRPr="007D7CB4">
              <w:rPr>
                <w:sz w:val="28"/>
                <w:szCs w:val="28"/>
              </w:rPr>
              <w:t>. __________________________</w:t>
            </w:r>
          </w:p>
          <w:p w:rsidR="00812A5E" w:rsidRPr="007D7CB4" w:rsidRDefault="00812A5E" w:rsidP="00812A5E">
            <w:pPr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 xml:space="preserve">Identify the </w:t>
            </w:r>
            <w:proofErr w:type="gramStart"/>
            <w:r w:rsidRPr="007D7CB4">
              <w:rPr>
                <w:sz w:val="28"/>
                <w:szCs w:val="28"/>
              </w:rPr>
              <w:t>dependent  variable</w:t>
            </w:r>
            <w:proofErr w:type="gramEnd"/>
            <w:r w:rsidRPr="007D7CB4">
              <w:rPr>
                <w:sz w:val="28"/>
                <w:szCs w:val="28"/>
              </w:rPr>
              <w:t>._____________________________</w:t>
            </w:r>
          </w:p>
          <w:p w:rsidR="00812A5E" w:rsidRPr="007D7CB4" w:rsidRDefault="00812A5E" w:rsidP="00812A5E">
            <w:pPr>
              <w:rPr>
                <w:sz w:val="28"/>
                <w:szCs w:val="28"/>
              </w:rPr>
            </w:pPr>
            <w:r w:rsidRPr="007D7CB4">
              <w:rPr>
                <w:sz w:val="28"/>
                <w:szCs w:val="28"/>
              </w:rPr>
              <w:t>Read the card identifying the experimental procedure and, based on our lessons on scientific investigation, record your observations on the validity of the experiment.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576"/>
            </w:tblGrid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12A5E" w:rsidRPr="007D7CB4" w:rsidTr="00EF0776">
              <w:tc>
                <w:tcPr>
                  <w:tcW w:w="9576" w:type="dxa"/>
                </w:tcPr>
                <w:p w:rsidR="00812A5E" w:rsidRPr="007D7CB4" w:rsidRDefault="00812A5E" w:rsidP="00EF0776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12A5E" w:rsidRPr="007D7CB4" w:rsidRDefault="00812A5E" w:rsidP="00812A5E">
            <w:pPr>
              <w:rPr>
                <w:sz w:val="28"/>
                <w:szCs w:val="28"/>
              </w:rPr>
            </w:pPr>
          </w:p>
          <w:p w:rsidR="00812A5E" w:rsidRPr="007D7CB4" w:rsidRDefault="00812A5E" w:rsidP="00812A5E">
            <w:pPr>
              <w:jc w:val="center"/>
            </w:pP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</w:t>
      </w:r>
      <w:r w:rsidR="000A55DB">
        <w:rPr>
          <w:rFonts w:ascii="Arial" w:hAnsi="Arial" w:cs="Arial"/>
          <w:b/>
          <w:color w:val="000000"/>
          <w:sz w:val="28"/>
        </w:rPr>
        <w:t>tions for Environmental Science</w:t>
      </w:r>
      <w:r w:rsidR="006F38BD">
        <w:rPr>
          <w:rFonts w:ascii="Arial" w:hAnsi="Arial" w:cs="Arial"/>
          <w:b/>
          <w:color w:val="000000"/>
          <w:sz w:val="28"/>
        </w:rPr>
        <w:t xml:space="preserve">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9706E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706ED" w:rsidRPr="008B5FDE">
              <w:rPr>
                <w:rFonts w:ascii="Arial" w:hAnsi="Arial" w:cs="Arial"/>
                <w:b/>
                <w:i/>
                <w:color w:val="000000"/>
              </w:rPr>
              <w:t>SC. 912.N.1.1</w:t>
            </w:r>
            <w:r w:rsidR="00BD4F4B">
              <w:rPr>
                <w:rFonts w:ascii="Arial" w:hAnsi="Arial" w:cs="Arial"/>
                <w:b/>
                <w:color w:val="000000"/>
              </w:rPr>
              <w:t xml:space="preserve"> Define a problem</w:t>
            </w:r>
            <w:r w:rsidR="00895D0A">
              <w:rPr>
                <w:rFonts w:ascii="Arial" w:hAnsi="Arial" w:cs="Arial"/>
                <w:b/>
                <w:color w:val="000000"/>
              </w:rPr>
              <w:t xml:space="preserve"> and use scientific processes to investigate and draw conclusions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0A55DB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895D0A" w:rsidP="006F38BD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Instruct students on the proper methods of investigating problems using scientific processes.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A" w:rsidRPr="003E3155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EC136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1136F" w:rsidRPr="00860D03">
              <w:rPr>
                <w:rFonts w:ascii="Arial" w:hAnsi="Arial" w:cs="Arial"/>
                <w:color w:val="000000"/>
              </w:rPr>
              <w:t>Pose a question about the natural world, plan an investigation and design a valid experiment, then draw conclusions</w:t>
            </w:r>
            <w:r w:rsidR="00EC1366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860D03" w:rsidRDefault="00BE1204" w:rsidP="00BD696A">
            <w:pPr>
              <w:rPr>
                <w:rFonts w:ascii="Arial" w:hAnsi="Arial" w:cs="Arial"/>
                <w:b/>
                <w:color w:val="FF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="0011136F" w:rsidRPr="00860D03">
              <w:rPr>
                <w:rFonts w:ascii="Arial" w:hAnsi="Arial" w:cs="Arial"/>
                <w:b/>
                <w:color w:val="FF0000"/>
              </w:rPr>
              <w:t xml:space="preserve">extra instruction available during learning labs, peer tutoring, </w:t>
            </w:r>
            <w:r w:rsidR="00DE110E" w:rsidRPr="00860D03">
              <w:rPr>
                <w:rFonts w:ascii="Arial" w:hAnsi="Arial" w:cs="Arial"/>
                <w:b/>
                <w:color w:val="FF0000"/>
              </w:rPr>
              <w:t>individual instruction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DE110E">
              <w:rPr>
                <w:rFonts w:ascii="Arial" w:hAnsi="Arial" w:cs="Arial"/>
                <w:color w:val="000000"/>
              </w:rPr>
              <w:t>Periodically check student progress.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E110E" w:rsidRPr="00860D03">
              <w:rPr>
                <w:rFonts w:ascii="Arial" w:hAnsi="Arial" w:cs="Arial"/>
                <w:color w:val="000000"/>
              </w:rPr>
              <w:t>4 weeks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DE110E">
              <w:rPr>
                <w:rFonts w:ascii="Arial" w:hAnsi="Arial" w:cs="Arial"/>
                <w:b/>
                <w:color w:val="000000"/>
              </w:rPr>
              <w:t xml:space="preserve">  </w:t>
            </w:r>
            <w:r w:rsidR="00DE110E" w:rsidRPr="00860D03">
              <w:rPr>
                <w:rFonts w:ascii="Arial" w:hAnsi="Arial" w:cs="Arial"/>
                <w:color w:val="000000"/>
              </w:rPr>
              <w:t>varies per student experiment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5F2A7D" w:rsidRPr="004B2AE4" w:rsidRDefault="005F2A7D" w:rsidP="005F2A7D">
      <w:r>
        <w:t xml:space="preserve">   </w:t>
      </w:r>
      <w:r>
        <w:tab/>
      </w:r>
      <w:r>
        <w:tab/>
      </w:r>
    </w:p>
    <w:p w:rsidR="005F2A7D" w:rsidRPr="004B2AE4" w:rsidRDefault="005F2A7D" w:rsidP="00BD696A"/>
    <w:sectPr w:rsidR="005F2A7D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78C" w:rsidRDefault="002A078C">
      <w:r>
        <w:separator/>
      </w:r>
    </w:p>
  </w:endnote>
  <w:endnote w:type="continuationSeparator" w:id="0">
    <w:p w:rsidR="002A078C" w:rsidRDefault="002A0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78C" w:rsidRDefault="002A078C">
      <w:r>
        <w:separator/>
      </w:r>
    </w:p>
  </w:footnote>
  <w:footnote w:type="continuationSeparator" w:id="0">
    <w:p w:rsidR="002A078C" w:rsidRDefault="002A0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1095D"/>
    <w:multiLevelType w:val="hybridMultilevel"/>
    <w:tmpl w:val="6EFA095C"/>
    <w:lvl w:ilvl="0" w:tplc="D7BAB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F2D"/>
    <w:rsid w:val="00020145"/>
    <w:rsid w:val="00020A5A"/>
    <w:rsid w:val="00064BD7"/>
    <w:rsid w:val="000923FF"/>
    <w:rsid w:val="00095867"/>
    <w:rsid w:val="000A55DB"/>
    <w:rsid w:val="000B3026"/>
    <w:rsid w:val="000E1D41"/>
    <w:rsid w:val="001030F8"/>
    <w:rsid w:val="0010564A"/>
    <w:rsid w:val="0011136F"/>
    <w:rsid w:val="00115D3E"/>
    <w:rsid w:val="0017480E"/>
    <w:rsid w:val="001879E6"/>
    <w:rsid w:val="001E4107"/>
    <w:rsid w:val="00203F33"/>
    <w:rsid w:val="00216C18"/>
    <w:rsid w:val="002A078C"/>
    <w:rsid w:val="002A7F08"/>
    <w:rsid w:val="003072D3"/>
    <w:rsid w:val="00327D92"/>
    <w:rsid w:val="00340B26"/>
    <w:rsid w:val="003465CC"/>
    <w:rsid w:val="003B32E9"/>
    <w:rsid w:val="003C5135"/>
    <w:rsid w:val="003E3155"/>
    <w:rsid w:val="003F1578"/>
    <w:rsid w:val="003F4A28"/>
    <w:rsid w:val="00431511"/>
    <w:rsid w:val="004737FB"/>
    <w:rsid w:val="00497D62"/>
    <w:rsid w:val="004A12CC"/>
    <w:rsid w:val="004A4F2C"/>
    <w:rsid w:val="004B2AE4"/>
    <w:rsid w:val="004C5797"/>
    <w:rsid w:val="004F19B0"/>
    <w:rsid w:val="00507EFD"/>
    <w:rsid w:val="00514F6C"/>
    <w:rsid w:val="00523FEF"/>
    <w:rsid w:val="00536F72"/>
    <w:rsid w:val="005B3584"/>
    <w:rsid w:val="005E789B"/>
    <w:rsid w:val="005F000E"/>
    <w:rsid w:val="005F2A7D"/>
    <w:rsid w:val="006069A0"/>
    <w:rsid w:val="00612DB0"/>
    <w:rsid w:val="00683462"/>
    <w:rsid w:val="00684249"/>
    <w:rsid w:val="006B4C9D"/>
    <w:rsid w:val="006C5A5D"/>
    <w:rsid w:val="006E3742"/>
    <w:rsid w:val="006F38BD"/>
    <w:rsid w:val="00714C0F"/>
    <w:rsid w:val="00741508"/>
    <w:rsid w:val="007D7CD9"/>
    <w:rsid w:val="007F1FAA"/>
    <w:rsid w:val="00812A5E"/>
    <w:rsid w:val="00860D03"/>
    <w:rsid w:val="00865989"/>
    <w:rsid w:val="0087375B"/>
    <w:rsid w:val="00881728"/>
    <w:rsid w:val="008949E6"/>
    <w:rsid w:val="00895D0A"/>
    <w:rsid w:val="008B5FDE"/>
    <w:rsid w:val="008F291E"/>
    <w:rsid w:val="0091067B"/>
    <w:rsid w:val="00941CED"/>
    <w:rsid w:val="00961FC9"/>
    <w:rsid w:val="009706ED"/>
    <w:rsid w:val="00A35853"/>
    <w:rsid w:val="00A86437"/>
    <w:rsid w:val="00AB040B"/>
    <w:rsid w:val="00AB768D"/>
    <w:rsid w:val="00AC72D7"/>
    <w:rsid w:val="00AD2952"/>
    <w:rsid w:val="00B06E8F"/>
    <w:rsid w:val="00B12CF4"/>
    <w:rsid w:val="00B434B9"/>
    <w:rsid w:val="00B64587"/>
    <w:rsid w:val="00B83F2D"/>
    <w:rsid w:val="00B97E46"/>
    <w:rsid w:val="00BA10EC"/>
    <w:rsid w:val="00BB0B8C"/>
    <w:rsid w:val="00BD0154"/>
    <w:rsid w:val="00BD4F4B"/>
    <w:rsid w:val="00BD696A"/>
    <w:rsid w:val="00BE1204"/>
    <w:rsid w:val="00BF7AC3"/>
    <w:rsid w:val="00C377B2"/>
    <w:rsid w:val="00C47994"/>
    <w:rsid w:val="00C54C1F"/>
    <w:rsid w:val="00C56339"/>
    <w:rsid w:val="00C617CF"/>
    <w:rsid w:val="00C97C1D"/>
    <w:rsid w:val="00CD284A"/>
    <w:rsid w:val="00CF2E09"/>
    <w:rsid w:val="00D1331D"/>
    <w:rsid w:val="00D86357"/>
    <w:rsid w:val="00DB6FDA"/>
    <w:rsid w:val="00DC685C"/>
    <w:rsid w:val="00DE0444"/>
    <w:rsid w:val="00DE110E"/>
    <w:rsid w:val="00DE4DE7"/>
    <w:rsid w:val="00DF14E6"/>
    <w:rsid w:val="00E34637"/>
    <w:rsid w:val="00E80BD4"/>
    <w:rsid w:val="00EC1366"/>
    <w:rsid w:val="00EE1B4F"/>
    <w:rsid w:val="00EF0776"/>
    <w:rsid w:val="00F10381"/>
    <w:rsid w:val="00F300D8"/>
    <w:rsid w:val="00F3230C"/>
    <w:rsid w:val="00F430C3"/>
    <w:rsid w:val="00F64C3A"/>
    <w:rsid w:val="00F87FBB"/>
    <w:rsid w:val="00F97028"/>
    <w:rsid w:val="00FA362C"/>
    <w:rsid w:val="00FD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FEF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dblasko\My%20Documents\Environmental%20Science%20and%20Hort%202%20integration%20plan%2009-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Environmental Science and Hort 2 integration plan 09-10</Template>
  <TotalTime>0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Kris Blasko</dc:creator>
  <cp:keywords/>
  <dc:description/>
  <cp:lastModifiedBy>jrclemen</cp:lastModifiedBy>
  <cp:revision>2</cp:revision>
  <cp:lastPrinted>2006-05-10T14:52:00Z</cp:lastPrinted>
  <dcterms:created xsi:type="dcterms:W3CDTF">2011-05-14T15:51:00Z</dcterms:created>
  <dcterms:modified xsi:type="dcterms:W3CDTF">2011-05-14T15:51:00Z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-380997744</vt:i4>
  </property>
  <property fmtid="{D5CDD505-2E9C-101B-9397-08002B2CF9AE}" pid="3" name="_EmailSubject">
    <vt:lpwstr/>
  </property>
  <property fmtid="{D5CDD505-2E9C-101B-9397-08002B2CF9AE}" pid="4" name="_AuthorEmail">
    <vt:lpwstr>rmrades@volusia.k12.fl.us</vt:lpwstr>
  </property>
  <property fmtid="{D5CDD505-2E9C-101B-9397-08002B2CF9AE}" pid="5" name="_AuthorEmailDisplayName">
    <vt:lpwstr>Rades, Renee M.</vt:lpwstr>
  </property>
  <property fmtid="{D5CDD505-2E9C-101B-9397-08002B2CF9AE}" pid="6" name="_ReviewingToolsShownOnce">
    <vt:lpwstr/>
  </property>
</Properties>
</file>